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63E" w:rsidRDefault="0046663E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46663E" w:rsidRDefault="0046663E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46663E" w:rsidRDefault="0046663E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46663E" w:rsidRDefault="0046663E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6663E" w:rsidRDefault="0046663E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46663E" w:rsidRDefault="0046663E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6663E" w:rsidRDefault="0046663E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46663E" w:rsidRDefault="0046663E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46663E" w:rsidRDefault="0046663E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46663E" w:rsidRDefault="0046663E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46663E" w:rsidRDefault="0046663E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46663E" w:rsidRPr="00331D1A" w:rsidRDefault="0046663E" w:rsidP="00C75F2B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331D1A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Pr="00C75F2B">
        <w:rPr>
          <w:rFonts w:ascii="Arial" w:hAnsi="Arial" w:cs="Arial"/>
          <w:b/>
          <w:bCs/>
          <w:i/>
          <w:iCs/>
          <w:sz w:val="21"/>
          <w:szCs w:val="21"/>
        </w:rPr>
        <w:t>Utrzymanie czystości wewnątrz i na zewnątrz obiektów ZDMiKP</w:t>
      </w:r>
      <w:r>
        <w:rPr>
          <w:rFonts w:ascii="Arial" w:hAnsi="Arial" w:cs="Arial"/>
          <w:b/>
          <w:bCs/>
          <w:i/>
          <w:iCs/>
          <w:sz w:val="21"/>
          <w:szCs w:val="21"/>
        </w:rPr>
        <w:t>”</w:t>
      </w:r>
    </w:p>
    <w:p w:rsidR="0046663E" w:rsidRDefault="0046663E" w:rsidP="00331D1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46663E" w:rsidRDefault="0046663E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46663E" w:rsidRDefault="0046663E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10.3. SIWZ </w:t>
      </w:r>
    </w:p>
    <w:p w:rsidR="0046663E" w:rsidRDefault="0046663E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46663E" w:rsidRDefault="0046663E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:rsidR="0046663E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46663E" w:rsidRPr="0058716D" w:rsidRDefault="0046663E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46663E" w:rsidRPr="00B256A2" w:rsidRDefault="0046663E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46663E" w:rsidRPr="00B256A2" w:rsidRDefault="0046663E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Oświadczam, że w celu wykazania spełniania warunków udziału w postępowaniu, określonyc</w:t>
      </w:r>
      <w:r>
        <w:rPr>
          <w:rFonts w:ascii="Arial" w:hAnsi="Arial" w:cs="Arial"/>
          <w:sz w:val="21"/>
          <w:szCs w:val="21"/>
        </w:rPr>
        <w:t>h przez Zamawiającego w pkt 10.3</w:t>
      </w:r>
      <w:r w:rsidRPr="00B256A2">
        <w:rPr>
          <w:rFonts w:ascii="Arial" w:hAnsi="Arial" w:cs="Arial"/>
          <w:sz w:val="21"/>
          <w:szCs w:val="21"/>
        </w:rPr>
        <w:t xml:space="preserve">. SIWZ polegam na zasobach następującego/ych podmiotu/ów: </w:t>
      </w:r>
    </w:p>
    <w:p w:rsidR="0046663E" w:rsidRPr="00B256A2" w:rsidRDefault="0046663E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:rsidR="0046663E" w:rsidRPr="00B256A2" w:rsidRDefault="0046663E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…………………………………………………………….</w:t>
      </w:r>
      <w:r w:rsidRPr="00B256A2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………………………………………………………………… </w:t>
      </w:r>
    </w:p>
    <w:p w:rsidR="0046663E" w:rsidRPr="00B256A2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46663E" w:rsidRPr="00B256A2" w:rsidRDefault="0046663E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46663E" w:rsidRPr="00B256A2" w:rsidRDefault="0046663E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46663E" w:rsidRPr="0058716D" w:rsidRDefault="0046663E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:rsidR="0046663E" w:rsidRPr="00B256A2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46663E" w:rsidRPr="003970CA" w:rsidRDefault="0046663E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3970CA">
        <w:rPr>
          <w:rFonts w:ascii="Arial" w:hAnsi="Arial" w:cs="Arial"/>
          <w:b/>
          <w:sz w:val="21"/>
          <w:szCs w:val="21"/>
        </w:rPr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46663E" w:rsidRPr="003970CA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46663E" w:rsidRPr="003970CA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6663E" w:rsidRPr="003970CA" w:rsidRDefault="0046663E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46663E" w:rsidRDefault="0046663E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6663E" w:rsidRDefault="0046663E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6663E" w:rsidRDefault="0046663E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46663E" w:rsidRDefault="0046663E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46663E" w:rsidRPr="003970CA" w:rsidRDefault="0046663E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 w:rsidRPr="005145AF"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46663E" w:rsidRPr="003970CA" w:rsidRDefault="0046663E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46663E" w:rsidRDefault="0046663E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6663E" w:rsidRDefault="0046663E"/>
    <w:sectPr w:rsidR="0046663E" w:rsidSect="009E0E74">
      <w:headerReference w:type="default" r:id="rId6"/>
      <w:footerReference w:type="default" r:id="rId7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63E" w:rsidRDefault="0046663E" w:rsidP="00A8229A">
      <w:pPr>
        <w:spacing w:after="0" w:line="240" w:lineRule="auto"/>
      </w:pPr>
      <w:r>
        <w:separator/>
      </w:r>
    </w:p>
  </w:endnote>
  <w:endnote w:type="continuationSeparator" w:id="0">
    <w:p w:rsidR="0046663E" w:rsidRDefault="0046663E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63E" w:rsidRPr="009E0E74" w:rsidRDefault="0046663E">
    <w:pPr>
      <w:pStyle w:val="Footer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</w:t>
    </w:r>
    <w:r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</w:p>
  <w:p w:rsidR="0046663E" w:rsidRDefault="004666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63E" w:rsidRDefault="0046663E" w:rsidP="00A8229A">
      <w:pPr>
        <w:spacing w:after="0" w:line="240" w:lineRule="auto"/>
      </w:pPr>
      <w:r>
        <w:separator/>
      </w:r>
    </w:p>
  </w:footnote>
  <w:footnote w:type="continuationSeparator" w:id="0">
    <w:p w:rsidR="0046663E" w:rsidRDefault="0046663E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63E" w:rsidRDefault="0046663E" w:rsidP="00C75F2B">
    <w:pPr>
      <w:pStyle w:val="Header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rPr>
        <w:i/>
        <w:sz w:val="18"/>
        <w:szCs w:val="18"/>
      </w:rPr>
    </w:pPr>
    <w:r>
      <w:t>Nr sprawy</w:t>
    </w:r>
    <w:r>
      <w:rPr>
        <w:sz w:val="36"/>
      </w:rPr>
      <w:t xml:space="preserve"> 054/2018</w:t>
    </w:r>
    <w:r>
      <w:rPr>
        <w:sz w:val="36"/>
      </w:rPr>
      <w:tab/>
    </w:r>
    <w:r>
      <w:rPr>
        <w:sz w:val="36"/>
      </w:rPr>
      <w:tab/>
    </w:r>
    <w:r>
      <w:rPr>
        <w:i/>
      </w:rPr>
      <w:t xml:space="preserve">          </w:t>
    </w:r>
    <w:r w:rsidRPr="00CF462D">
      <w:rPr>
        <w:i/>
      </w:rPr>
      <w:t xml:space="preserve"> </w:t>
    </w:r>
    <w:r w:rsidRPr="00311175">
      <w:rPr>
        <w:i/>
        <w:sz w:val="18"/>
        <w:szCs w:val="18"/>
      </w:rPr>
      <w:t xml:space="preserve">wzór </w:t>
    </w:r>
    <w:r>
      <w:rPr>
        <w:i/>
        <w:sz w:val="18"/>
        <w:szCs w:val="18"/>
      </w:rPr>
      <w:t xml:space="preserve">oświadczenia o spełnianiu warunków udziału w postępowaniu </w:t>
    </w:r>
  </w:p>
  <w:p w:rsidR="0046663E" w:rsidRPr="00311175" w:rsidRDefault="0046663E" w:rsidP="00C75F2B">
    <w:pPr>
      <w:pStyle w:val="Header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jc w:val="center"/>
      <w:rPr>
        <w:i/>
        <w:sz w:val="36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                                                                             </w:t>
    </w:r>
    <w:r w:rsidRPr="00311175">
      <w:rPr>
        <w:i/>
        <w:sz w:val="18"/>
        <w:szCs w:val="18"/>
      </w:rPr>
      <w:t xml:space="preserve">– załącznik </w:t>
    </w:r>
    <w:r>
      <w:rPr>
        <w:i/>
        <w:sz w:val="18"/>
        <w:szCs w:val="18"/>
      </w:rPr>
      <w:t>4</w:t>
    </w:r>
    <w:r w:rsidRPr="00311175">
      <w:rPr>
        <w:i/>
        <w:sz w:val="18"/>
        <w:szCs w:val="18"/>
      </w:rPr>
      <w:t xml:space="preserve"> do SIWZ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C3A"/>
    <w:rsid w:val="0001626F"/>
    <w:rsid w:val="00037F0B"/>
    <w:rsid w:val="00067150"/>
    <w:rsid w:val="000837A3"/>
    <w:rsid w:val="000E2B0A"/>
    <w:rsid w:val="000E7FC7"/>
    <w:rsid w:val="001A30B9"/>
    <w:rsid w:val="001B0C00"/>
    <w:rsid w:val="001E400F"/>
    <w:rsid w:val="00272C49"/>
    <w:rsid w:val="002C72A5"/>
    <w:rsid w:val="00302945"/>
    <w:rsid w:val="00311175"/>
    <w:rsid w:val="00331D1A"/>
    <w:rsid w:val="0038574E"/>
    <w:rsid w:val="003875C0"/>
    <w:rsid w:val="003970CA"/>
    <w:rsid w:val="003D5C62"/>
    <w:rsid w:val="00421035"/>
    <w:rsid w:val="0042641A"/>
    <w:rsid w:val="00434CE9"/>
    <w:rsid w:val="00460B35"/>
    <w:rsid w:val="0046663E"/>
    <w:rsid w:val="00484B45"/>
    <w:rsid w:val="00495023"/>
    <w:rsid w:val="004C1087"/>
    <w:rsid w:val="004C1C13"/>
    <w:rsid w:val="00500758"/>
    <w:rsid w:val="005145AF"/>
    <w:rsid w:val="00530581"/>
    <w:rsid w:val="00537DCC"/>
    <w:rsid w:val="0058716D"/>
    <w:rsid w:val="005B7576"/>
    <w:rsid w:val="005F1B18"/>
    <w:rsid w:val="005F65E5"/>
    <w:rsid w:val="006715F4"/>
    <w:rsid w:val="006F58E8"/>
    <w:rsid w:val="007542A8"/>
    <w:rsid w:val="007B4B66"/>
    <w:rsid w:val="007E68BA"/>
    <w:rsid w:val="00954F73"/>
    <w:rsid w:val="009B35C6"/>
    <w:rsid w:val="009E0AF5"/>
    <w:rsid w:val="009E0E74"/>
    <w:rsid w:val="00A36050"/>
    <w:rsid w:val="00A8229A"/>
    <w:rsid w:val="00A93CFF"/>
    <w:rsid w:val="00AA015A"/>
    <w:rsid w:val="00AF6E55"/>
    <w:rsid w:val="00B256A2"/>
    <w:rsid w:val="00B4261F"/>
    <w:rsid w:val="00BD6E7F"/>
    <w:rsid w:val="00BF5995"/>
    <w:rsid w:val="00C1499C"/>
    <w:rsid w:val="00C34C67"/>
    <w:rsid w:val="00C75F2B"/>
    <w:rsid w:val="00C80FA0"/>
    <w:rsid w:val="00CF462D"/>
    <w:rsid w:val="00CF7C58"/>
    <w:rsid w:val="00D07E2E"/>
    <w:rsid w:val="00D5661C"/>
    <w:rsid w:val="00DF1A49"/>
    <w:rsid w:val="00E87C3A"/>
    <w:rsid w:val="00EB61A6"/>
    <w:rsid w:val="00EE263B"/>
    <w:rsid w:val="00EE7600"/>
    <w:rsid w:val="00F13085"/>
    <w:rsid w:val="00F509A2"/>
    <w:rsid w:val="00F87476"/>
    <w:rsid w:val="00FA2857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C3A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"/>
    <w:basedOn w:val="Normal"/>
    <w:link w:val="Head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8229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229A"/>
    <w:rPr>
      <w:rFonts w:cs="Times New Roman"/>
    </w:rPr>
  </w:style>
  <w:style w:type="character" w:customStyle="1" w:styleId="NagwekstronyZnakZnak">
    <w:name w:val="Nagłówek strony Znak Znak"/>
    <w:basedOn w:val="DefaultParagraphFont"/>
    <w:uiPriority w:val="99"/>
    <w:rsid w:val="00311175"/>
    <w:rPr>
      <w:rFonts w:cs="Times New Roman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36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2</Pages>
  <Words>451</Words>
  <Characters>2708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26</cp:revision>
  <cp:lastPrinted>2018-11-23T09:48:00Z</cp:lastPrinted>
  <dcterms:created xsi:type="dcterms:W3CDTF">2018-02-20T07:53:00Z</dcterms:created>
  <dcterms:modified xsi:type="dcterms:W3CDTF">2018-11-23T09:48:00Z</dcterms:modified>
</cp:coreProperties>
</file>